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96F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27179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C19702" w14:textId="4667DDC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31EFE">
        <w:rPr>
          <w:rFonts w:ascii="Corbel" w:hAnsi="Corbel"/>
          <w:i/>
          <w:smallCaps/>
          <w:sz w:val="24"/>
          <w:szCs w:val="24"/>
        </w:rPr>
        <w:t>2019-2022</w:t>
      </w:r>
    </w:p>
    <w:p w14:paraId="2D71ED8B" w14:textId="7C7A0DE3" w:rsidR="00445970" w:rsidRPr="00EA4832" w:rsidRDefault="00445970" w:rsidP="00BD56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84630">
        <w:rPr>
          <w:rFonts w:ascii="Corbel" w:hAnsi="Corbel"/>
          <w:sz w:val="20"/>
          <w:szCs w:val="20"/>
        </w:rPr>
        <w:t>202</w:t>
      </w:r>
      <w:r w:rsidR="00531EFE">
        <w:rPr>
          <w:rFonts w:ascii="Corbel" w:hAnsi="Corbel"/>
          <w:sz w:val="20"/>
          <w:szCs w:val="20"/>
        </w:rPr>
        <w:t>1</w:t>
      </w:r>
      <w:r w:rsidR="00D84630">
        <w:rPr>
          <w:rFonts w:ascii="Corbel" w:hAnsi="Corbel"/>
          <w:sz w:val="20"/>
          <w:szCs w:val="20"/>
        </w:rPr>
        <w:t>/</w:t>
      </w:r>
      <w:r w:rsidR="009056A2">
        <w:rPr>
          <w:rFonts w:ascii="Corbel" w:hAnsi="Corbel"/>
          <w:sz w:val="20"/>
          <w:szCs w:val="20"/>
        </w:rPr>
        <w:t>202</w:t>
      </w:r>
      <w:r w:rsidR="00531EFE">
        <w:rPr>
          <w:rFonts w:ascii="Corbel" w:hAnsi="Corbel"/>
          <w:sz w:val="20"/>
          <w:szCs w:val="20"/>
        </w:rPr>
        <w:t>2</w:t>
      </w:r>
    </w:p>
    <w:p w14:paraId="06B2C3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AC6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4F37FC" w14:textId="77777777" w:rsidTr="005E4F35">
        <w:tc>
          <w:tcPr>
            <w:tcW w:w="2694" w:type="dxa"/>
            <w:vAlign w:val="center"/>
          </w:tcPr>
          <w:p w14:paraId="39AD37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2F6555" w14:textId="77777777" w:rsidR="0085747A" w:rsidRPr="009C54AE" w:rsidRDefault="00846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5E4F35" w:rsidRPr="009C54AE" w14:paraId="2DCF979D" w14:textId="77777777" w:rsidTr="005E4F35">
        <w:tc>
          <w:tcPr>
            <w:tcW w:w="2694" w:type="dxa"/>
            <w:vAlign w:val="center"/>
          </w:tcPr>
          <w:p w14:paraId="68238AAC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8BD74E" w14:textId="77777777" w:rsidR="005E4F35" w:rsidRPr="006E42D8" w:rsidRDefault="0084615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E/I/EiZSP/C-1.12a</w:t>
            </w:r>
          </w:p>
        </w:tc>
      </w:tr>
      <w:tr w:rsidR="005E4F35" w:rsidRPr="009C54AE" w14:paraId="5F68E8C7" w14:textId="77777777" w:rsidTr="005E4F35">
        <w:tc>
          <w:tcPr>
            <w:tcW w:w="2694" w:type="dxa"/>
            <w:vAlign w:val="center"/>
          </w:tcPr>
          <w:p w14:paraId="0FF8386E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997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0203DDB0" w14:textId="77777777" w:rsidTr="005E4F35">
        <w:tc>
          <w:tcPr>
            <w:tcW w:w="2694" w:type="dxa"/>
            <w:vAlign w:val="center"/>
          </w:tcPr>
          <w:p w14:paraId="56B6FDA6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2D9D99" w14:textId="77777777" w:rsidR="005E4F35" w:rsidRPr="009C54AE" w:rsidRDefault="009A6CA4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7BDC3899" w14:textId="77777777" w:rsidTr="005E4F35">
        <w:tc>
          <w:tcPr>
            <w:tcW w:w="2694" w:type="dxa"/>
            <w:vAlign w:val="center"/>
          </w:tcPr>
          <w:p w14:paraId="695C5A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F62453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5D860C40" w14:textId="77777777" w:rsidTr="005E4F35">
        <w:tc>
          <w:tcPr>
            <w:tcW w:w="2694" w:type="dxa"/>
            <w:vAlign w:val="center"/>
          </w:tcPr>
          <w:p w14:paraId="4A744B7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8077E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A6CA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2ADAE059" w14:textId="77777777" w:rsidTr="005E4F35">
        <w:tc>
          <w:tcPr>
            <w:tcW w:w="2694" w:type="dxa"/>
            <w:vAlign w:val="center"/>
          </w:tcPr>
          <w:p w14:paraId="7A90D9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1670B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7C912564" w14:textId="77777777" w:rsidTr="005E4F35">
        <w:tc>
          <w:tcPr>
            <w:tcW w:w="2694" w:type="dxa"/>
            <w:vAlign w:val="center"/>
          </w:tcPr>
          <w:p w14:paraId="29DD778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F0435" w14:textId="50C62DD9" w:rsidR="005E4F35" w:rsidRPr="00743771" w:rsidRDefault="0074377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377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E4F35" w:rsidRPr="009C54AE" w14:paraId="73D9A163" w14:textId="77777777" w:rsidTr="005E4F35">
        <w:tc>
          <w:tcPr>
            <w:tcW w:w="2694" w:type="dxa"/>
            <w:vAlign w:val="center"/>
          </w:tcPr>
          <w:p w14:paraId="675459B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03EE4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5E93F3EC" w14:textId="77777777" w:rsidTr="005E4F35">
        <w:tc>
          <w:tcPr>
            <w:tcW w:w="2694" w:type="dxa"/>
            <w:vAlign w:val="center"/>
          </w:tcPr>
          <w:p w14:paraId="7F11539D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C1A9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4615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680640E5" w14:textId="77777777" w:rsidTr="005E4F35">
        <w:tc>
          <w:tcPr>
            <w:tcW w:w="2694" w:type="dxa"/>
            <w:vAlign w:val="center"/>
          </w:tcPr>
          <w:p w14:paraId="6D019E6A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27481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5EF3E46C" w14:textId="77777777" w:rsidTr="005E4F35">
        <w:tc>
          <w:tcPr>
            <w:tcW w:w="2694" w:type="dxa"/>
            <w:vAlign w:val="center"/>
          </w:tcPr>
          <w:p w14:paraId="52F4929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A89F4C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4296EA03" w14:textId="77777777" w:rsidTr="005E4F35">
        <w:tc>
          <w:tcPr>
            <w:tcW w:w="2694" w:type="dxa"/>
            <w:vAlign w:val="center"/>
          </w:tcPr>
          <w:p w14:paraId="4D8EFDD1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C1B10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329C4D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463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92B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E542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E40A2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0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A78A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1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3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B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FC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1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F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2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07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1D46D2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C86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60C1" w14:textId="5A4D9705" w:rsidR="00015B8F" w:rsidRPr="009C54AE" w:rsidRDefault="007437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8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1C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E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8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7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7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FFD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E5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343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94CD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CBFBBF" w14:textId="6F81DCF8" w:rsidR="001E19BE" w:rsidRPr="00FD7701" w:rsidRDefault="001E19BE" w:rsidP="001E19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 xml:space="preserve"> zajęcia w formie tradycyjnej </w:t>
      </w:r>
    </w:p>
    <w:p w14:paraId="3E8594AB" w14:textId="77777777" w:rsidR="001E19BE" w:rsidRPr="00FD7701" w:rsidRDefault="001E19BE" w:rsidP="001E19BE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7A36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E894E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A43955" w14:textId="77777777" w:rsidR="009C54AE" w:rsidRDefault="00D846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A3831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4114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8F8E6B" w14:textId="77777777" w:rsidTr="00745302">
        <w:tc>
          <w:tcPr>
            <w:tcW w:w="9670" w:type="dxa"/>
          </w:tcPr>
          <w:p w14:paraId="74D86B0C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775757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269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B0A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D6C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9412E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6159" w:rsidRPr="009C54AE" w14:paraId="0EE701DE" w14:textId="77777777" w:rsidTr="00846159">
        <w:tc>
          <w:tcPr>
            <w:tcW w:w="845" w:type="dxa"/>
            <w:vAlign w:val="center"/>
          </w:tcPr>
          <w:p w14:paraId="3B363D34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AD6D646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jak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odgrywa ryzyko i niepewność w sektorze publicznym.</w:t>
            </w:r>
          </w:p>
        </w:tc>
      </w:tr>
      <w:tr w:rsidR="00846159" w:rsidRPr="009C54AE" w14:paraId="16F8696F" w14:textId="77777777" w:rsidTr="00846159">
        <w:tc>
          <w:tcPr>
            <w:tcW w:w="845" w:type="dxa"/>
            <w:vAlign w:val="center"/>
          </w:tcPr>
          <w:p w14:paraId="4F3F4B3C" w14:textId="77777777" w:rsidR="00846159" w:rsidRPr="000739AD" w:rsidRDefault="00846159" w:rsidP="008461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360F5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Zrozumienie roli psychologii, matematyki oraz statystyki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analizie i ocenie 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ryzyka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sektorze publicznym.</w:t>
            </w:r>
          </w:p>
        </w:tc>
      </w:tr>
      <w:tr w:rsidR="00846159" w:rsidRPr="009C54AE" w14:paraId="6486C3FA" w14:textId="77777777" w:rsidTr="00846159">
        <w:tc>
          <w:tcPr>
            <w:tcW w:w="845" w:type="dxa"/>
            <w:vAlign w:val="center"/>
          </w:tcPr>
          <w:p w14:paraId="52F18A76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59A11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podstawowej wiedzy z zakresu identyfikowania, szacowania, oceny, interpretacji i zarządzania najważniejszymi ryzykami w działalności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sektora publicznego.</w:t>
            </w:r>
          </w:p>
        </w:tc>
      </w:tr>
      <w:tr w:rsidR="00846159" w:rsidRPr="009C54AE" w14:paraId="1CEBD03D" w14:textId="77777777" w:rsidTr="00846159">
        <w:tc>
          <w:tcPr>
            <w:tcW w:w="845" w:type="dxa"/>
            <w:vAlign w:val="center"/>
          </w:tcPr>
          <w:p w14:paraId="211943FC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6151DF2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standaryzacji (standardów ISO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rekomendacji, dobrych praktyk itd.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w zarządzaniu ryzykiem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niepewnością w sektorze publicznym.</w:t>
            </w:r>
          </w:p>
        </w:tc>
      </w:tr>
    </w:tbl>
    <w:p w14:paraId="1DA0768D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FF0B02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A29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D81F5E6" w14:textId="77777777" w:rsidTr="005E4F35">
        <w:tc>
          <w:tcPr>
            <w:tcW w:w="1681" w:type="dxa"/>
            <w:vAlign w:val="center"/>
          </w:tcPr>
          <w:p w14:paraId="5AF1F2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2EA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3F9D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5A72AD0B" w14:textId="77777777" w:rsidTr="005E4F35">
        <w:tc>
          <w:tcPr>
            <w:tcW w:w="1681" w:type="dxa"/>
          </w:tcPr>
          <w:p w14:paraId="0DC3667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1C3F1BB5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3C16A9DF" w14:textId="77777777" w:rsidR="005E4F35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C7FB5EA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318B8" w:rsidRPr="009C54AE" w14:paraId="2AE1014B" w14:textId="77777777" w:rsidTr="005E4F35">
        <w:tc>
          <w:tcPr>
            <w:tcW w:w="1681" w:type="dxa"/>
          </w:tcPr>
          <w:p w14:paraId="7C65736E" w14:textId="77777777" w:rsidR="000318B8" w:rsidRPr="009C54AE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5B0A4D81" w14:textId="77777777" w:rsidR="000318B8" w:rsidRPr="007E39C7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ze szczególnym uwzględnieniem sektora publicznego</w:t>
            </w:r>
          </w:p>
        </w:tc>
        <w:tc>
          <w:tcPr>
            <w:tcW w:w="1865" w:type="dxa"/>
          </w:tcPr>
          <w:p w14:paraId="354C2229" w14:textId="77777777" w:rsidR="000318B8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4C73FA2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E4F35" w:rsidRPr="009C54AE" w14:paraId="3D099D65" w14:textId="77777777" w:rsidTr="00C7531D">
        <w:trPr>
          <w:trHeight w:val="884"/>
        </w:trPr>
        <w:tc>
          <w:tcPr>
            <w:tcW w:w="1681" w:type="dxa"/>
          </w:tcPr>
          <w:p w14:paraId="14FB731D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D7BE359" w14:textId="77777777" w:rsidR="005E4F35" w:rsidRPr="007E39C7" w:rsidRDefault="00846159" w:rsidP="00C75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szCs w:val="24"/>
              </w:rPr>
              <w:t>Dokonuje samodzielnie krytycznej analizy przydatności metodyk, narzędzi, standardów zarządzania ryzykiem w sektorze publicznym</w:t>
            </w:r>
          </w:p>
        </w:tc>
        <w:tc>
          <w:tcPr>
            <w:tcW w:w="1865" w:type="dxa"/>
          </w:tcPr>
          <w:p w14:paraId="64CD8F91" w14:textId="77777777" w:rsidR="005E4F35" w:rsidRPr="002A3044" w:rsidRDefault="00077977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34E7F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92F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137C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97B5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1BB163" w14:textId="77777777" w:rsidTr="005E4F35">
        <w:tc>
          <w:tcPr>
            <w:tcW w:w="9520" w:type="dxa"/>
          </w:tcPr>
          <w:p w14:paraId="130FAA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6159" w:rsidRPr="009C54AE" w14:paraId="1AC74F31" w14:textId="77777777" w:rsidTr="005E4F35">
        <w:tc>
          <w:tcPr>
            <w:tcW w:w="9520" w:type="dxa"/>
          </w:tcPr>
          <w:p w14:paraId="50710485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Ryzyko – definicje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pomiędzy psychologią a ekonomią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1668F8">
              <w:rPr>
                <w:rFonts w:ascii="Corbel" w:hAnsi="Corbel"/>
                <w:sz w:val="24"/>
                <w:szCs w:val="24"/>
              </w:rPr>
              <w:t>, koncepcje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Heurystyki decyzyjne stosowane w podejmowaniu decyz</w:t>
            </w:r>
            <w:r>
              <w:rPr>
                <w:rFonts w:ascii="Corbel" w:hAnsi="Corbel"/>
                <w:sz w:val="24"/>
                <w:szCs w:val="24"/>
              </w:rPr>
              <w:t>ji finansowych w obliczu ryzyka)</w:t>
            </w:r>
            <w:r w:rsidRPr="001668F8">
              <w:rPr>
                <w:rFonts w:ascii="Corbel" w:hAnsi="Corbel"/>
                <w:sz w:val="24"/>
                <w:szCs w:val="24"/>
              </w:rPr>
              <w:t>, modele (Teoria oczekiwanej u</w:t>
            </w:r>
            <w:r>
              <w:rPr>
                <w:rFonts w:ascii="Corbel" w:hAnsi="Corbel"/>
                <w:sz w:val="24"/>
                <w:szCs w:val="24"/>
              </w:rPr>
              <w:t xml:space="preserve">żyteczności i jej ograniczenia, </w:t>
            </w:r>
            <w:r w:rsidRPr="001668F8">
              <w:rPr>
                <w:rFonts w:ascii="Corbel" w:hAnsi="Corbel"/>
                <w:sz w:val="24"/>
                <w:szCs w:val="24"/>
              </w:rPr>
              <w:t>Paradoksy Allaisa i Ellsberga)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6159" w:rsidRPr="009C54AE" w14:paraId="07616083" w14:textId="77777777" w:rsidTr="005E4F35">
        <w:tc>
          <w:tcPr>
            <w:tcW w:w="9520" w:type="dxa"/>
          </w:tcPr>
          <w:p w14:paraId="6B35BB5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Decyzje gospodarcze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proces decyzyjny, drzewo decyzyjne, strategie podejmowania decyzji</w:t>
            </w:r>
            <w:r>
              <w:rPr>
                <w:rFonts w:ascii="Corbel" w:hAnsi="Corbel"/>
                <w:sz w:val="24"/>
                <w:szCs w:val="24"/>
              </w:rPr>
              <w:t xml:space="preserve"> w obliczu ryzyka (</w:t>
            </w:r>
            <w:r w:rsidRPr="001668F8">
              <w:rPr>
                <w:rFonts w:ascii="Corbel" w:hAnsi="Corbel"/>
                <w:sz w:val="24"/>
                <w:szCs w:val="24"/>
              </w:rPr>
              <w:t>Teoria Perspektywy jak model p</w:t>
            </w:r>
            <w:r>
              <w:rPr>
                <w:rFonts w:ascii="Corbel" w:hAnsi="Corbel"/>
                <w:sz w:val="24"/>
                <w:szCs w:val="24"/>
              </w:rPr>
              <w:t>odejmowania decyzji ryzykownych) i niepewności (</w:t>
            </w:r>
            <w:r w:rsidRPr="001668F8">
              <w:rPr>
                <w:rFonts w:ascii="Corbel" w:hAnsi="Corbel"/>
                <w:sz w:val="24"/>
                <w:szCs w:val="24"/>
              </w:rPr>
              <w:t>kryterium Hurwicza, algorytmy mini-max i inne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46159" w:rsidRPr="009C54AE" w14:paraId="12C912F4" w14:textId="77777777" w:rsidTr="005E4F35">
        <w:tc>
          <w:tcPr>
            <w:tcW w:w="9520" w:type="dxa"/>
          </w:tcPr>
          <w:p w14:paraId="3DC03BF6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Zjawiska kryzysowe i ich wpływ na sposoby pomiaru ryzyka </w:t>
            </w:r>
            <w:r>
              <w:rPr>
                <w:rFonts w:ascii="Corbel" w:hAnsi="Corbel"/>
                <w:sz w:val="24"/>
                <w:szCs w:val="24"/>
              </w:rPr>
              <w:t>w sektorze publicznym.</w:t>
            </w:r>
          </w:p>
        </w:tc>
      </w:tr>
      <w:tr w:rsidR="00846159" w:rsidRPr="009C54AE" w14:paraId="6CD35F96" w14:textId="77777777" w:rsidTr="005E4F35">
        <w:tc>
          <w:tcPr>
            <w:tcW w:w="9520" w:type="dxa"/>
          </w:tcPr>
          <w:p w14:paraId="46E8D22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Ryzyko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Metodyki i standardy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16939D37" w14:textId="77777777" w:rsidTr="00B15B96">
        <w:tc>
          <w:tcPr>
            <w:tcW w:w="9520" w:type="dxa"/>
          </w:tcPr>
          <w:p w14:paraId="0406DE87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647D559D" w14:textId="77777777" w:rsidTr="005E4F35">
        <w:tc>
          <w:tcPr>
            <w:tcW w:w="9520" w:type="dxa"/>
          </w:tcPr>
          <w:p w14:paraId="3802F4FD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Wybrane zagadnienia procesu zarządzania </w:t>
            </w:r>
            <w:r>
              <w:rPr>
                <w:rFonts w:ascii="Corbel" w:hAnsi="Corbel"/>
                <w:sz w:val="24"/>
                <w:szCs w:val="24"/>
              </w:rPr>
              <w:t>niepewnością w sektorze publicznym.</w:t>
            </w:r>
          </w:p>
        </w:tc>
      </w:tr>
    </w:tbl>
    <w:p w14:paraId="374A61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3A915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CA7148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8AB27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17AC2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08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6C78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61C94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27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AF3876" w14:textId="77777777" w:rsidTr="00576C07">
        <w:tc>
          <w:tcPr>
            <w:tcW w:w="1962" w:type="dxa"/>
            <w:vAlign w:val="center"/>
          </w:tcPr>
          <w:p w14:paraId="4593A8C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CBDB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2037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E3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E895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4133CB28" w14:textId="77777777" w:rsidTr="00576C07">
        <w:tc>
          <w:tcPr>
            <w:tcW w:w="1962" w:type="dxa"/>
          </w:tcPr>
          <w:p w14:paraId="1515D65E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01CDA347" w14:textId="15076F42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8FD8713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2AA74DFD" w14:textId="77777777" w:rsidTr="00576C07">
        <w:tc>
          <w:tcPr>
            <w:tcW w:w="1962" w:type="dxa"/>
          </w:tcPr>
          <w:p w14:paraId="7B05938C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1FFA4FC8" w14:textId="20F00E80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0D3711D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65E2B91A" w14:textId="77777777" w:rsidTr="00576C07">
        <w:tc>
          <w:tcPr>
            <w:tcW w:w="1962" w:type="dxa"/>
          </w:tcPr>
          <w:p w14:paraId="6F679E5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531D7ED" w14:textId="29B0A5F4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14:paraId="14359005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5E3F7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B00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7408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8097B8" w14:textId="77777777" w:rsidTr="00923D7D">
        <w:tc>
          <w:tcPr>
            <w:tcW w:w="9670" w:type="dxa"/>
          </w:tcPr>
          <w:p w14:paraId="1C7681BF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095C4A2A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3495F591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77FA7A03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27CA16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24492C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224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8FB5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957CF1" w14:textId="77777777" w:rsidTr="006F1E63">
        <w:tc>
          <w:tcPr>
            <w:tcW w:w="4902" w:type="dxa"/>
            <w:vAlign w:val="center"/>
          </w:tcPr>
          <w:p w14:paraId="6E3C4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88F89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18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D0C14DF" w14:textId="77777777" w:rsidTr="006F1E63">
        <w:tc>
          <w:tcPr>
            <w:tcW w:w="4902" w:type="dxa"/>
          </w:tcPr>
          <w:p w14:paraId="62E70051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3040A4D" w14:textId="5EE048DD" w:rsidR="006F1E63" w:rsidRPr="009C54AE" w:rsidRDefault="00743771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43C4D6AE" w14:textId="77777777" w:rsidTr="006F1E63">
        <w:tc>
          <w:tcPr>
            <w:tcW w:w="4902" w:type="dxa"/>
          </w:tcPr>
          <w:p w14:paraId="3389943E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8D13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84630">
              <w:rPr>
                <w:rFonts w:ascii="Corbel" w:hAnsi="Corbel"/>
                <w:sz w:val="24"/>
                <w:szCs w:val="24"/>
              </w:rPr>
              <w:t>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D4ED16C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6DC8196A" w14:textId="77777777" w:rsidTr="006F1E63">
        <w:tc>
          <w:tcPr>
            <w:tcW w:w="4902" w:type="dxa"/>
          </w:tcPr>
          <w:p w14:paraId="6F13789A" w14:textId="404B0EC4" w:rsidR="006F1E63" w:rsidRPr="009C54AE" w:rsidRDefault="006F1E63" w:rsidP="001E19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19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4630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E19BE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9069D29" w14:textId="25758C50" w:rsidR="006F1E63" w:rsidRPr="009C54AE" w:rsidRDefault="00743771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F1E63" w:rsidRPr="009C54AE" w14:paraId="7B73F1DD" w14:textId="77777777" w:rsidTr="006F1E63">
        <w:tc>
          <w:tcPr>
            <w:tcW w:w="4902" w:type="dxa"/>
          </w:tcPr>
          <w:p w14:paraId="3083EA7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FC609D4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B63CAA" w14:textId="77777777" w:rsidTr="006F1E63">
        <w:tc>
          <w:tcPr>
            <w:tcW w:w="4902" w:type="dxa"/>
          </w:tcPr>
          <w:p w14:paraId="2A12A2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7DF7C74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422D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D3EA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66C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1C06E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25B8A9C" w14:textId="77777777" w:rsidTr="004B5350">
        <w:trPr>
          <w:trHeight w:val="397"/>
        </w:trPr>
        <w:tc>
          <w:tcPr>
            <w:tcW w:w="2359" w:type="pct"/>
          </w:tcPr>
          <w:p w14:paraId="5D417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45A86F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7891DC" w14:textId="77777777" w:rsidTr="004B5350">
        <w:trPr>
          <w:trHeight w:val="397"/>
        </w:trPr>
        <w:tc>
          <w:tcPr>
            <w:tcW w:w="2359" w:type="pct"/>
          </w:tcPr>
          <w:p w14:paraId="5CE14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3FE672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8074B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A1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CEF9D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AF9BC4E" w14:textId="77777777" w:rsidTr="004B5350">
        <w:trPr>
          <w:trHeight w:val="397"/>
        </w:trPr>
        <w:tc>
          <w:tcPr>
            <w:tcW w:w="5000" w:type="pct"/>
          </w:tcPr>
          <w:p w14:paraId="1F7F12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EB8573" w14:textId="77777777" w:rsidR="00846159" w:rsidRPr="00F5780A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 xml:space="preserve">Zarządzanie ryzykiem w sektorze publicznym – podręcznik wdrożenia systemu zarządzania ryzykiem w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lastRenderedPageBreak/>
              <w:t>administracji publicznej w Polsce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Ministerstwo Finansów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2E6B7E12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Staniec I., Zawiła-Niedzwiedzki J.,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Operacyjnym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Beck, Warszawa 2008.</w:t>
            </w:r>
          </w:p>
          <w:p w14:paraId="6CD04497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Jajuga K.,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PWN, Warszawa 2007.</w:t>
            </w:r>
          </w:p>
          <w:p w14:paraId="0CE43CB6" w14:textId="77777777" w:rsidR="006F1E63" w:rsidRP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Tyszka T.,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Decyzje perspektywa psychologiczna i ekonomiczna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Scholar, Warszawa 2012.</w:t>
            </w:r>
          </w:p>
        </w:tc>
      </w:tr>
      <w:tr w:rsidR="0085747A" w:rsidRPr="009C54AE" w14:paraId="78ADC0EF" w14:textId="77777777" w:rsidTr="004B5350">
        <w:trPr>
          <w:trHeight w:val="397"/>
        </w:trPr>
        <w:tc>
          <w:tcPr>
            <w:tcW w:w="5000" w:type="pct"/>
          </w:tcPr>
          <w:p w14:paraId="49B9B9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1E9EC6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Kahneman D.,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Pułapki myślenia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Media Rodzina 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32BDFE6D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Kaczmarek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T.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Ryzykiem. Ujęcie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Difin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3DD67609" w14:textId="77777777" w:rsid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Gąsiorkiewicz L.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Monkiewicz J.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Działalności Organizacji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Beck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677B1A53" w14:textId="77777777" w:rsidR="00242616" w:rsidRP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Taleb N.,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Czarny Łabędź. O skutkach nieprzewidywalnych zdarzeń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Kurhaus Publishing, Warszawa 2014.</w:t>
            </w:r>
          </w:p>
        </w:tc>
      </w:tr>
    </w:tbl>
    <w:p w14:paraId="3CCF8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0FA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04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70A34" w14:textId="77777777" w:rsidR="004E146B" w:rsidRDefault="004E146B" w:rsidP="00C16ABF">
      <w:pPr>
        <w:spacing w:after="0" w:line="240" w:lineRule="auto"/>
      </w:pPr>
      <w:r>
        <w:separator/>
      </w:r>
    </w:p>
  </w:endnote>
  <w:endnote w:type="continuationSeparator" w:id="0">
    <w:p w14:paraId="018D6074" w14:textId="77777777" w:rsidR="004E146B" w:rsidRDefault="004E14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3F4E1" w14:textId="77777777" w:rsidR="004E146B" w:rsidRDefault="004E146B" w:rsidP="00C16ABF">
      <w:pPr>
        <w:spacing w:after="0" w:line="240" w:lineRule="auto"/>
      </w:pPr>
      <w:r>
        <w:separator/>
      </w:r>
    </w:p>
  </w:footnote>
  <w:footnote w:type="continuationSeparator" w:id="0">
    <w:p w14:paraId="4A04E625" w14:textId="77777777" w:rsidR="004E146B" w:rsidRDefault="004E146B" w:rsidP="00C16ABF">
      <w:pPr>
        <w:spacing w:after="0" w:line="240" w:lineRule="auto"/>
      </w:pPr>
      <w:r>
        <w:continuationSeparator/>
      </w:r>
    </w:p>
  </w:footnote>
  <w:footnote w:id="1">
    <w:p w14:paraId="1026E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8B8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9BE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B5350"/>
    <w:rsid w:val="004D5282"/>
    <w:rsid w:val="004E146B"/>
    <w:rsid w:val="004F1551"/>
    <w:rsid w:val="004F55A3"/>
    <w:rsid w:val="0050496F"/>
    <w:rsid w:val="00513B6F"/>
    <w:rsid w:val="00517C63"/>
    <w:rsid w:val="00531EFE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77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159"/>
    <w:rsid w:val="008552A2"/>
    <w:rsid w:val="0085747A"/>
    <w:rsid w:val="00863182"/>
    <w:rsid w:val="00884922"/>
    <w:rsid w:val="00885F64"/>
    <w:rsid w:val="008917F9"/>
    <w:rsid w:val="008A45F7"/>
    <w:rsid w:val="008B31B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1BFB"/>
    <w:rsid w:val="009A6CA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678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1D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463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60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CF88"/>
  <w15:docId w15:val="{91BC5890-2B7C-4A3F-888E-7DAF2F28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E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E19BE"/>
  </w:style>
  <w:style w:type="character" w:customStyle="1" w:styleId="spellingerror">
    <w:name w:val="spellingerror"/>
    <w:basedOn w:val="Domylnaczcionkaakapitu"/>
    <w:rsid w:val="001E19BE"/>
  </w:style>
  <w:style w:type="character" w:customStyle="1" w:styleId="eop">
    <w:name w:val="eop"/>
    <w:basedOn w:val="Domylnaczcionkaakapitu"/>
    <w:rsid w:val="001E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8065BE-B33D-47B7-80D9-F6B6DC3ED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62C9F-B70C-40AA-805A-41FF6362AA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5C7276-B401-4A9F-BB9A-ECE861583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196234-780C-4599-9BD5-334EBA96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2020-11-17T18:35:00Z</dcterms:created>
  <dcterms:modified xsi:type="dcterms:W3CDTF">2020-12-10T05:40:00Z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